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91C" w:rsidRDefault="0083191C" w:rsidP="001776FE">
      <w:pPr>
        <w:ind w:right="-285" w:firstLine="3969"/>
        <w:rPr>
          <w:sz w:val="32"/>
        </w:rPr>
      </w:pPr>
      <w:r w:rsidRPr="00963BDB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1.25pt" o:ole="" filled="t" fillcolor="yellow">
            <v:imagedata r:id="rId5" o:title=""/>
          </v:shape>
          <o:OLEObject Type="Embed" ProgID="Word.Picture.8" ShapeID="_x0000_i1025" DrawAspect="Content" ObjectID="_1664885258" r:id="rId6"/>
        </w:object>
      </w:r>
    </w:p>
    <w:p w:rsidR="0083191C" w:rsidRDefault="0083191C" w:rsidP="001776FE">
      <w:pPr>
        <w:pStyle w:val="Title"/>
        <w:outlineLvl w:val="0"/>
        <w:rPr>
          <w:sz w:val="40"/>
        </w:rPr>
      </w:pPr>
      <w:r>
        <w:rPr>
          <w:sz w:val="40"/>
        </w:rPr>
        <w:t>Российская Федерация</w:t>
      </w:r>
    </w:p>
    <w:p w:rsidR="0083191C" w:rsidRDefault="0083191C" w:rsidP="001776FE">
      <w:pPr>
        <w:pStyle w:val="Subtitle"/>
        <w:tabs>
          <w:tab w:val="left" w:pos="5387"/>
        </w:tabs>
        <w:outlineLvl w:val="0"/>
      </w:pPr>
      <w:r>
        <w:t>Брянская область</w:t>
      </w:r>
    </w:p>
    <w:p w:rsidR="0083191C" w:rsidRDefault="0083191C" w:rsidP="001776FE">
      <w:pPr>
        <w:pStyle w:val="Subtitle"/>
        <w:pBdr>
          <w:bottom w:val="single" w:sz="12" w:space="1" w:color="auto"/>
        </w:pBdr>
        <w:outlineLvl w:val="0"/>
      </w:pPr>
      <w:r>
        <w:t>Мглинский районный Совет народных депутатов</w:t>
      </w:r>
    </w:p>
    <w:p w:rsidR="0083191C" w:rsidRDefault="0083191C" w:rsidP="001776FE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83191C" w:rsidRDefault="0083191C" w:rsidP="001776FE">
      <w:pPr>
        <w:pStyle w:val="Subtitle"/>
        <w:tabs>
          <w:tab w:val="left" w:pos="2127"/>
        </w:tabs>
        <w:outlineLvl w:val="0"/>
      </w:pPr>
      <w:r>
        <w:t>РЕШЕНИЕ</w:t>
      </w:r>
    </w:p>
    <w:p w:rsidR="0083191C" w:rsidRPr="00B37DBD" w:rsidRDefault="0083191C" w:rsidP="00160F9D">
      <w:pPr>
        <w:ind w:left="567" w:right="40" w:hanging="567"/>
        <w:jc w:val="right"/>
        <w:rPr>
          <w:sz w:val="28"/>
          <w:szCs w:val="28"/>
        </w:rPr>
      </w:pPr>
      <w:r w:rsidRPr="00B37DB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191C" w:rsidRDefault="0083191C" w:rsidP="001776FE">
      <w:pPr>
        <w:pStyle w:val="PlainText"/>
        <w:jc w:val="both"/>
        <w:rPr>
          <w:rFonts w:ascii="Times New Roman" w:hAnsi="Times New Roman"/>
          <w:sz w:val="28"/>
          <w:szCs w:val="28"/>
          <w:u w:val="single"/>
        </w:rPr>
      </w:pPr>
      <w:r w:rsidRPr="00A2033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22 октября </w:t>
      </w:r>
      <w:r w:rsidRPr="00B37DBD">
        <w:rPr>
          <w:rFonts w:ascii="Times New Roman" w:hAnsi="Times New Roman"/>
          <w:sz w:val="28"/>
          <w:szCs w:val="28"/>
          <w:u w:val="single"/>
        </w:rPr>
        <w:t>2020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033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ода   № </w:t>
      </w:r>
      <w:r w:rsidRPr="00160F9D">
        <w:rPr>
          <w:rFonts w:ascii="Times New Roman" w:hAnsi="Times New Roman"/>
          <w:sz w:val="28"/>
          <w:szCs w:val="28"/>
          <w:u w:val="single"/>
        </w:rPr>
        <w:t>6</w:t>
      </w:r>
      <w:r>
        <w:rPr>
          <w:rFonts w:ascii="Times New Roman" w:hAnsi="Times New Roman"/>
          <w:sz w:val="28"/>
          <w:szCs w:val="28"/>
          <w:u w:val="single"/>
        </w:rPr>
        <w:t>-100</w:t>
      </w:r>
    </w:p>
    <w:p w:rsidR="0083191C" w:rsidRPr="008D603D" w:rsidRDefault="0083191C" w:rsidP="001776FE">
      <w:pPr>
        <w:pStyle w:val="PlainText"/>
        <w:jc w:val="both"/>
        <w:rPr>
          <w:rFonts w:ascii="Times New Roman" w:hAnsi="Times New Roman"/>
          <w:sz w:val="28"/>
          <w:szCs w:val="28"/>
        </w:rPr>
      </w:pPr>
      <w:r w:rsidRPr="008D603D"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83191C" w:rsidRDefault="0083191C" w:rsidP="007D1BE8">
      <w:pPr>
        <w:shd w:val="clear" w:color="auto" w:fill="FFFFFF"/>
        <w:spacing w:before="312" w:line="326" w:lineRule="exact"/>
        <w:ind w:right="4780"/>
        <w:jc w:val="both"/>
      </w:pPr>
      <w:r>
        <w:rPr>
          <w:sz w:val="28"/>
          <w:szCs w:val="28"/>
        </w:rPr>
        <w:t xml:space="preserve">О даче согласия на передачу  имущества из собственности </w:t>
      </w:r>
      <w:r>
        <w:rPr>
          <w:spacing w:val="-2"/>
          <w:sz w:val="28"/>
          <w:szCs w:val="28"/>
        </w:rPr>
        <w:t>Мглинского муниципального района Брянской области</w:t>
      </w:r>
      <w:r>
        <w:rPr>
          <w:sz w:val="28"/>
          <w:szCs w:val="28"/>
        </w:rPr>
        <w:t xml:space="preserve"> в государственную собственность Брянской области</w:t>
      </w:r>
    </w:p>
    <w:p w:rsidR="0083191C" w:rsidRDefault="0083191C" w:rsidP="001776FE">
      <w:pPr>
        <w:shd w:val="clear" w:color="auto" w:fill="FFFFFF"/>
        <w:spacing w:before="317" w:line="317" w:lineRule="exact"/>
        <w:ind w:left="10" w:firstLine="1253"/>
        <w:jc w:val="both"/>
      </w:pPr>
      <w:r>
        <w:rPr>
          <w:sz w:val="28"/>
          <w:szCs w:val="28"/>
        </w:rPr>
        <w:t>Руководствуясь Федеральным законом от 06.10.2003 года № 131-ФЗ  «Об общих принципах организации местного самоуправления в Российской Федерации», статьей 215 Гражданского кодекса РФ, Уставом Мглинского района, Мглинский районный Совет народных депутатов</w:t>
      </w:r>
    </w:p>
    <w:p w:rsidR="0083191C" w:rsidRDefault="0083191C" w:rsidP="001776FE">
      <w:pPr>
        <w:shd w:val="clear" w:color="auto" w:fill="FFFFFF"/>
        <w:spacing w:before="322" w:line="322" w:lineRule="exact"/>
      </w:pPr>
      <w:r>
        <w:rPr>
          <w:spacing w:val="-3"/>
          <w:sz w:val="28"/>
          <w:szCs w:val="28"/>
        </w:rPr>
        <w:t>РЕШИЛ:</w:t>
      </w:r>
    </w:p>
    <w:p w:rsidR="0083191C" w:rsidRDefault="0083191C" w:rsidP="001776FE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322" w:lineRule="exact"/>
        <w:ind w:left="14" w:firstLine="317"/>
        <w:jc w:val="both"/>
        <w:rPr>
          <w:spacing w:val="-29"/>
          <w:sz w:val="28"/>
          <w:szCs w:val="28"/>
        </w:rPr>
      </w:pPr>
      <w:r>
        <w:rPr>
          <w:sz w:val="28"/>
          <w:szCs w:val="28"/>
        </w:rPr>
        <w:t>Дать согласие  администрации Мглинского района на передачу в государственную собственность Брянской области имущества, находящегося в собственности Мглинского муниципального района Брянской области</w:t>
      </w:r>
      <w:r>
        <w:rPr>
          <w:spacing w:val="-1"/>
          <w:sz w:val="28"/>
          <w:szCs w:val="28"/>
        </w:rPr>
        <w:t>, согласно приложению № 1.</w:t>
      </w:r>
    </w:p>
    <w:p w:rsidR="0083191C" w:rsidRDefault="0083191C" w:rsidP="001776FE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line="322" w:lineRule="exact"/>
        <w:ind w:left="14" w:firstLine="317"/>
        <w:jc w:val="both"/>
        <w:rPr>
          <w:spacing w:val="-19"/>
          <w:sz w:val="28"/>
          <w:szCs w:val="28"/>
        </w:rPr>
      </w:pPr>
      <w:r>
        <w:rPr>
          <w:sz w:val="28"/>
          <w:szCs w:val="28"/>
        </w:rPr>
        <w:t>Комитету по управлению муниципальным имуществом Мглинского района (Горбовой Г.А.) осуществить передачу имущества.</w:t>
      </w:r>
    </w:p>
    <w:p w:rsidR="0083191C" w:rsidRDefault="0083191C" w:rsidP="001776FE">
      <w:pPr>
        <w:shd w:val="clear" w:color="auto" w:fill="FFFFFF"/>
        <w:tabs>
          <w:tab w:val="left" w:pos="802"/>
        </w:tabs>
        <w:spacing w:line="322" w:lineRule="exact"/>
        <w:ind w:left="158" w:firstLine="149"/>
        <w:jc w:val="both"/>
      </w:pPr>
      <w:r>
        <w:rPr>
          <w:spacing w:val="-15"/>
          <w:sz w:val="28"/>
          <w:szCs w:val="28"/>
        </w:rPr>
        <w:t>3.</w:t>
      </w:r>
      <w:r>
        <w:rPr>
          <w:sz w:val="28"/>
          <w:szCs w:val="28"/>
        </w:rPr>
        <w:tab/>
        <w:t>Контроль за исполнением настоящего решения возложить на</w:t>
      </w:r>
      <w:r>
        <w:rPr>
          <w:sz w:val="28"/>
          <w:szCs w:val="28"/>
        </w:rPr>
        <w:br/>
        <w:t>заместителя главы администрации района Казеко А.Н.</w:t>
      </w:r>
    </w:p>
    <w:p w:rsidR="0083191C" w:rsidRDefault="0083191C" w:rsidP="001776FE">
      <w:pPr>
        <w:shd w:val="clear" w:color="auto" w:fill="FFFFFF"/>
        <w:tabs>
          <w:tab w:val="left" w:pos="946"/>
        </w:tabs>
        <w:spacing w:line="322" w:lineRule="exact"/>
        <w:ind w:left="163" w:firstLine="154"/>
        <w:jc w:val="both"/>
      </w:pPr>
      <w:r>
        <w:rPr>
          <w:spacing w:val="-20"/>
          <w:sz w:val="28"/>
          <w:szCs w:val="28"/>
        </w:rPr>
        <w:t>4.</w:t>
      </w:r>
      <w:r>
        <w:rPr>
          <w:sz w:val="28"/>
          <w:szCs w:val="28"/>
        </w:rPr>
        <w:tab/>
        <w:t>Данное решение опубликовать в официальном издании</w:t>
      </w:r>
      <w:r>
        <w:rPr>
          <w:sz w:val="28"/>
          <w:szCs w:val="28"/>
        </w:rPr>
        <w:br/>
        <w:t>«Муниципальный вестник» и разместить на официальном сайте</w:t>
      </w:r>
      <w:r>
        <w:rPr>
          <w:sz w:val="28"/>
          <w:szCs w:val="28"/>
        </w:rPr>
        <w:br/>
        <w:t xml:space="preserve">администрации Мглинского района в сети Интернет </w:t>
      </w:r>
      <w:r w:rsidRPr="002925C4">
        <w:rPr>
          <w:sz w:val="28"/>
          <w:szCs w:val="28"/>
        </w:rPr>
        <w:t>(</w:t>
      </w:r>
      <w:hyperlink r:id="rId7" w:history="1">
        <w:r>
          <w:rPr>
            <w:sz w:val="28"/>
            <w:szCs w:val="28"/>
            <w:u w:val="single"/>
            <w:lang w:val="en-US"/>
          </w:rPr>
          <w:t>www</w:t>
        </w:r>
        <w:r w:rsidRPr="002925C4">
          <w:rPr>
            <w:sz w:val="28"/>
            <w:szCs w:val="28"/>
            <w:u w:val="single"/>
          </w:rPr>
          <w:t>.</w:t>
        </w:r>
        <w:r>
          <w:rPr>
            <w:sz w:val="28"/>
            <w:szCs w:val="28"/>
            <w:u w:val="single"/>
            <w:lang w:val="en-US"/>
          </w:rPr>
          <w:t>mgladm</w:t>
        </w:r>
        <w:r w:rsidRPr="002925C4">
          <w:rPr>
            <w:sz w:val="28"/>
            <w:szCs w:val="28"/>
            <w:u w:val="single"/>
          </w:rPr>
          <w:t>.</w:t>
        </w:r>
        <w:r>
          <w:rPr>
            <w:sz w:val="28"/>
            <w:szCs w:val="28"/>
            <w:u w:val="single"/>
            <w:lang w:val="en-US"/>
          </w:rPr>
          <w:t>ru</w:t>
        </w:r>
      </w:hyperlink>
      <w:r w:rsidRPr="002925C4">
        <w:rPr>
          <w:sz w:val="28"/>
          <w:szCs w:val="28"/>
        </w:rPr>
        <w:t>).</w:t>
      </w:r>
    </w:p>
    <w:p w:rsidR="0083191C" w:rsidRDefault="0083191C" w:rsidP="001776FE">
      <w:pPr>
        <w:shd w:val="clear" w:color="auto" w:fill="FFFFFF"/>
        <w:tabs>
          <w:tab w:val="left" w:pos="850"/>
        </w:tabs>
        <w:spacing w:line="322" w:lineRule="exact"/>
        <w:ind w:left="298"/>
      </w:pPr>
      <w:r>
        <w:rPr>
          <w:spacing w:val="-17"/>
          <w:sz w:val="28"/>
          <w:szCs w:val="28"/>
        </w:rPr>
        <w:t>5.</w:t>
      </w:r>
      <w:r>
        <w:rPr>
          <w:sz w:val="28"/>
          <w:szCs w:val="28"/>
        </w:rPr>
        <w:tab/>
        <w:t>Данное решение вступает в силу с момента подписания.</w:t>
      </w:r>
    </w:p>
    <w:p w:rsidR="0083191C" w:rsidRPr="00E248A3" w:rsidRDefault="0083191C" w:rsidP="007E5FEF">
      <w:pPr>
        <w:jc w:val="both"/>
        <w:rPr>
          <w:sz w:val="28"/>
          <w:szCs w:val="28"/>
        </w:rPr>
      </w:pPr>
    </w:p>
    <w:p w:rsidR="0083191C" w:rsidRPr="00040C5D" w:rsidRDefault="0083191C" w:rsidP="007E5FEF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83191C" w:rsidRPr="00E248A3" w:rsidRDefault="0083191C" w:rsidP="007E5FEF">
      <w:pPr>
        <w:pStyle w:val="PlainText"/>
        <w:jc w:val="both"/>
        <w:rPr>
          <w:rFonts w:ascii="Times New Roman" w:hAnsi="Times New Roman"/>
          <w:sz w:val="28"/>
          <w:szCs w:val="28"/>
        </w:rPr>
      </w:pPr>
      <w:r w:rsidRPr="00E248A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Мглинского </w:t>
      </w:r>
      <w:r w:rsidRPr="00E248A3">
        <w:rPr>
          <w:rFonts w:ascii="Times New Roman" w:hAnsi="Times New Roman"/>
          <w:sz w:val="28"/>
          <w:szCs w:val="28"/>
        </w:rPr>
        <w:t xml:space="preserve">района                                                          </w:t>
      </w:r>
      <w:r>
        <w:rPr>
          <w:rFonts w:ascii="Times New Roman" w:hAnsi="Times New Roman"/>
          <w:sz w:val="28"/>
          <w:szCs w:val="28"/>
        </w:rPr>
        <w:t>Н.В.Воликова</w:t>
      </w:r>
    </w:p>
    <w:p w:rsidR="0083191C" w:rsidRPr="00E248A3" w:rsidRDefault="0083191C" w:rsidP="007E5FEF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83191C" w:rsidRDefault="0083191C" w:rsidP="007E5FEF">
      <w:pPr>
        <w:pStyle w:val="PlainText"/>
        <w:rPr>
          <w:rFonts w:ascii="Times New Roman" w:hAnsi="Times New Roman"/>
          <w:sz w:val="28"/>
          <w:szCs w:val="28"/>
        </w:rPr>
      </w:pPr>
    </w:p>
    <w:p w:rsidR="0083191C" w:rsidRDefault="0083191C" w:rsidP="007E5FEF">
      <w:pPr>
        <w:pStyle w:val="PlainText"/>
        <w:rPr>
          <w:rFonts w:ascii="Times New Roman" w:hAnsi="Times New Roman"/>
          <w:sz w:val="28"/>
          <w:szCs w:val="28"/>
        </w:rPr>
      </w:pPr>
    </w:p>
    <w:p w:rsidR="0083191C" w:rsidRDefault="0083191C" w:rsidP="007E5FEF">
      <w:pPr>
        <w:pStyle w:val="PlainText"/>
        <w:rPr>
          <w:rFonts w:ascii="Times New Roman" w:hAnsi="Times New Roman"/>
          <w:sz w:val="28"/>
          <w:szCs w:val="28"/>
        </w:rPr>
      </w:pPr>
    </w:p>
    <w:p w:rsidR="0083191C" w:rsidRDefault="0083191C" w:rsidP="007E5FEF">
      <w:pPr>
        <w:pStyle w:val="PlainText"/>
        <w:rPr>
          <w:rFonts w:ascii="Times New Roman" w:hAnsi="Times New Roman"/>
          <w:sz w:val="28"/>
          <w:szCs w:val="28"/>
        </w:rPr>
      </w:pPr>
    </w:p>
    <w:p w:rsidR="0083191C" w:rsidRDefault="0083191C" w:rsidP="00160F9D">
      <w:pPr>
        <w:pStyle w:val="PlainText"/>
        <w:ind w:left="5580"/>
        <w:rPr>
          <w:rFonts w:ascii="Times New Roman" w:hAnsi="Times New Roman"/>
        </w:rPr>
      </w:pPr>
    </w:p>
    <w:p w:rsidR="0083191C" w:rsidRDefault="0083191C" w:rsidP="00160F9D">
      <w:pPr>
        <w:pStyle w:val="PlainText"/>
        <w:ind w:left="5580"/>
        <w:rPr>
          <w:rFonts w:ascii="Times New Roman" w:hAnsi="Times New Roman"/>
        </w:rPr>
      </w:pPr>
      <w:r w:rsidRPr="002A32BB">
        <w:rPr>
          <w:rFonts w:ascii="Times New Roman" w:hAnsi="Times New Roman"/>
        </w:rPr>
        <w:t>Приложение  № 1</w:t>
      </w:r>
    </w:p>
    <w:p w:rsidR="0083191C" w:rsidRDefault="0083191C" w:rsidP="00160F9D">
      <w:pPr>
        <w:pStyle w:val="PlainText"/>
        <w:ind w:left="5580"/>
        <w:rPr>
          <w:rFonts w:ascii="Times New Roman" w:hAnsi="Times New Roman"/>
        </w:rPr>
      </w:pPr>
      <w:r w:rsidRPr="002A32BB">
        <w:rPr>
          <w:rFonts w:ascii="Times New Roman" w:hAnsi="Times New Roman"/>
        </w:rPr>
        <w:t xml:space="preserve">к решению Мглинского </w:t>
      </w:r>
    </w:p>
    <w:p w:rsidR="0083191C" w:rsidRPr="002A32BB" w:rsidRDefault="0083191C" w:rsidP="00160F9D">
      <w:pPr>
        <w:pStyle w:val="PlainText"/>
        <w:ind w:left="5580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Pr="002A32BB">
        <w:rPr>
          <w:rFonts w:ascii="Times New Roman" w:hAnsi="Times New Roman"/>
        </w:rPr>
        <w:t>айонного Совета народных депутатов</w:t>
      </w:r>
    </w:p>
    <w:p w:rsidR="0083191C" w:rsidRDefault="0083191C" w:rsidP="00160F9D">
      <w:pPr>
        <w:ind w:left="5580"/>
        <w:rPr>
          <w:sz w:val="28"/>
          <w:szCs w:val="28"/>
        </w:rPr>
      </w:pPr>
      <w:r>
        <w:t xml:space="preserve">от </w:t>
      </w:r>
      <w:r>
        <w:rPr>
          <w:u w:val="single"/>
        </w:rPr>
        <w:t>22 октября 2020</w:t>
      </w:r>
      <w:r w:rsidRPr="002A32BB">
        <w:t xml:space="preserve"> года №</w:t>
      </w:r>
      <w:r>
        <w:rPr>
          <w:u w:val="single"/>
        </w:rPr>
        <w:t>6-100</w:t>
      </w:r>
      <w:r w:rsidRPr="0038013E">
        <w:rPr>
          <w:sz w:val="28"/>
          <w:szCs w:val="28"/>
        </w:rPr>
        <w:t xml:space="preserve">        </w:t>
      </w:r>
    </w:p>
    <w:p w:rsidR="0083191C" w:rsidRDefault="0083191C" w:rsidP="007E5FEF">
      <w:pPr>
        <w:rPr>
          <w:sz w:val="28"/>
          <w:szCs w:val="28"/>
        </w:rPr>
      </w:pPr>
    </w:p>
    <w:p w:rsidR="0083191C" w:rsidRDefault="0083191C" w:rsidP="007E5FE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муниципального имущества, предаваемого в государственную собственность Брянской области</w:t>
      </w:r>
    </w:p>
    <w:p w:rsidR="0083191C" w:rsidRDefault="0083191C" w:rsidP="007E5FEF">
      <w:pPr>
        <w:jc w:val="center"/>
        <w:rPr>
          <w:sz w:val="28"/>
          <w:szCs w:val="28"/>
        </w:rPr>
      </w:pPr>
    </w:p>
    <w:tbl>
      <w:tblPr>
        <w:tblW w:w="1004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340"/>
        <w:gridCol w:w="1260"/>
        <w:gridCol w:w="1440"/>
        <w:gridCol w:w="1408"/>
      </w:tblGrid>
      <w:tr w:rsidR="0083191C" w:rsidTr="009F7718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№</w:t>
            </w:r>
          </w:p>
        </w:tc>
        <w:tc>
          <w:tcPr>
            <w:tcW w:w="3060" w:type="dxa"/>
          </w:tcPr>
          <w:p w:rsidR="0083191C" w:rsidRDefault="0083191C" w:rsidP="00230F63">
            <w:pPr>
              <w:jc w:val="center"/>
            </w:pPr>
            <w:r>
              <w:t>Наименование имущества</w:t>
            </w:r>
          </w:p>
        </w:tc>
        <w:tc>
          <w:tcPr>
            <w:tcW w:w="2340" w:type="dxa"/>
          </w:tcPr>
          <w:p w:rsidR="0083191C" w:rsidRDefault="0083191C" w:rsidP="00230F63">
            <w:pPr>
              <w:jc w:val="center"/>
            </w:pPr>
            <w:r>
              <w:t>Вид собственности</w:t>
            </w:r>
          </w:p>
        </w:tc>
        <w:tc>
          <w:tcPr>
            <w:tcW w:w="1260" w:type="dxa"/>
          </w:tcPr>
          <w:p w:rsidR="0083191C" w:rsidRDefault="0083191C" w:rsidP="00230F63">
            <w:pPr>
              <w:jc w:val="center"/>
            </w:pPr>
            <w:r>
              <w:t>Протяжен-ность, м</w:t>
            </w:r>
          </w:p>
        </w:tc>
        <w:tc>
          <w:tcPr>
            <w:tcW w:w="1440" w:type="dxa"/>
          </w:tcPr>
          <w:p w:rsidR="0083191C" w:rsidRDefault="0083191C" w:rsidP="00230F63">
            <w:pPr>
              <w:jc w:val="center"/>
            </w:pPr>
            <w:r>
              <w:t>Балансовая стоимость, тыс. руб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  <w:r>
              <w:t>Примечание</w:t>
            </w:r>
          </w:p>
        </w:tc>
      </w:tr>
      <w:tr w:rsidR="0083191C" w:rsidTr="009F7718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83191C" w:rsidRPr="00230F63" w:rsidRDefault="0083191C" w:rsidP="00B544F7">
            <w:pPr>
              <w:rPr>
                <w:sz w:val="24"/>
                <w:szCs w:val="24"/>
              </w:rPr>
            </w:pPr>
            <w:r>
              <w:t xml:space="preserve">Газопровод  низкого давления н.п.Ветлевка ул. Набережной и ул. Центральной 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32:16:0140101:317-32/013/2019-3 от 29.11.2019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565,00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color w:val="FF0000"/>
                <w:sz w:val="28"/>
                <w:szCs w:val="28"/>
              </w:rPr>
            </w:pPr>
            <w:r w:rsidRPr="00230F63">
              <w:rPr>
                <w:color w:val="FF0000"/>
                <w:sz w:val="28"/>
                <w:szCs w:val="28"/>
              </w:rPr>
              <w:t>506,68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9F7718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83191C" w:rsidRPr="00230F63" w:rsidRDefault="0083191C" w:rsidP="00B544F7">
            <w:pPr>
              <w:rPr>
                <w:sz w:val="24"/>
                <w:szCs w:val="24"/>
              </w:rPr>
            </w:pPr>
            <w:r>
              <w:t xml:space="preserve">Газопровод низкого давления н.п. Новая Романовка  Мглинского района 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32:16:0160101:531-32/013/2019-3 от29.11.2019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258,00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color w:val="FF0000"/>
                <w:sz w:val="28"/>
                <w:szCs w:val="28"/>
              </w:rPr>
            </w:pPr>
            <w:r w:rsidRPr="00230F63">
              <w:rPr>
                <w:color w:val="FF0000"/>
                <w:sz w:val="28"/>
                <w:szCs w:val="28"/>
              </w:rPr>
              <w:t>259,93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CB31EB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3</w:t>
            </w:r>
          </w:p>
        </w:tc>
        <w:tc>
          <w:tcPr>
            <w:tcW w:w="3060" w:type="dxa"/>
          </w:tcPr>
          <w:p w:rsidR="0083191C" w:rsidRPr="00230F63" w:rsidRDefault="0083191C" w:rsidP="00CB31EB">
            <w:pPr>
              <w:rPr>
                <w:sz w:val="24"/>
                <w:szCs w:val="24"/>
              </w:rPr>
            </w:pPr>
            <w:r>
              <w:t xml:space="preserve">Газопровод высокого давления от  н.п. Ветлевка до н.п. Дивовка 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32:16:0000000:888-32/013/2018-1 от 05.03.2018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989,00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721,65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CB31EB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4</w:t>
            </w:r>
          </w:p>
        </w:tc>
        <w:tc>
          <w:tcPr>
            <w:tcW w:w="3060" w:type="dxa"/>
          </w:tcPr>
          <w:p w:rsidR="0083191C" w:rsidRPr="00230F63" w:rsidRDefault="0083191C" w:rsidP="00CB31EB">
            <w:pPr>
              <w:rPr>
                <w:sz w:val="24"/>
                <w:szCs w:val="24"/>
              </w:rPr>
            </w:pPr>
            <w:r>
              <w:t>Газификация н.п. Деремна Мглинского района (газопровод низкого давления)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Свидетельство о государственной регистрации  от 01.03.2014г.32-АЖ №473116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6 299,00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2 561,56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9F7718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83191C" w:rsidRPr="00230F63" w:rsidRDefault="0083191C" w:rsidP="00B544F7">
            <w:pPr>
              <w:rPr>
                <w:sz w:val="24"/>
                <w:szCs w:val="24"/>
              </w:rPr>
            </w:pPr>
            <w:r>
              <w:t>Газификация н.п. Вельжичи Мглинского района Брянской области (газопровод низкого давления, газопровод высокого давления, УГРШ-50Н)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Свидетельство о государственной регистрации  от 20.05.2014г.32-АЖ №473857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2746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1503,971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CB31EB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6</w:t>
            </w:r>
          </w:p>
        </w:tc>
        <w:tc>
          <w:tcPr>
            <w:tcW w:w="3060" w:type="dxa"/>
          </w:tcPr>
          <w:p w:rsidR="0083191C" w:rsidRPr="00230F63" w:rsidRDefault="0083191C" w:rsidP="00CB31EB">
            <w:pPr>
              <w:rPr>
                <w:sz w:val="24"/>
                <w:szCs w:val="24"/>
              </w:rPr>
            </w:pPr>
            <w:r>
              <w:t xml:space="preserve">Газопровод  низкого давления  н.п. Зайцовка 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32:16:0000000:904-32/013/2019-3 от 29.11.2019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402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color w:val="FF0000"/>
                <w:sz w:val="28"/>
                <w:szCs w:val="28"/>
              </w:rPr>
            </w:pPr>
            <w:r w:rsidRPr="00230F63">
              <w:rPr>
                <w:color w:val="FF0000"/>
                <w:sz w:val="28"/>
                <w:szCs w:val="28"/>
              </w:rPr>
              <w:t>474,963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9F7718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83191C" w:rsidRPr="00230F63" w:rsidRDefault="0083191C" w:rsidP="00B544F7">
            <w:pPr>
              <w:rPr>
                <w:sz w:val="24"/>
                <w:szCs w:val="24"/>
              </w:rPr>
            </w:pPr>
            <w:r>
              <w:t xml:space="preserve">Газопровод  низкого давления н.п.Новая Романовка  Мглинского района 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32:16:0160101:532-32/013/2019-3 от 29.11.2019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763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color w:val="FF0000"/>
                <w:sz w:val="28"/>
                <w:szCs w:val="28"/>
              </w:rPr>
            </w:pPr>
            <w:r w:rsidRPr="00230F63">
              <w:rPr>
                <w:color w:val="FF0000"/>
                <w:sz w:val="28"/>
                <w:szCs w:val="28"/>
              </w:rPr>
              <w:t>901,485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9F7718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83191C" w:rsidRPr="00230F63" w:rsidRDefault="0083191C" w:rsidP="00B544F7">
            <w:pPr>
              <w:rPr>
                <w:sz w:val="24"/>
                <w:szCs w:val="24"/>
              </w:rPr>
            </w:pPr>
            <w:r>
              <w:t xml:space="preserve">Газопровод  низкого давления  н.п. Соколовка  Мглинского района 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32:16:0120101:273-32/013/2019-3 от 29.11.2019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267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color w:val="FF0000"/>
                <w:sz w:val="28"/>
                <w:szCs w:val="28"/>
              </w:rPr>
            </w:pPr>
            <w:r w:rsidRPr="00230F63">
              <w:rPr>
                <w:color w:val="FF0000"/>
                <w:sz w:val="28"/>
                <w:szCs w:val="28"/>
              </w:rPr>
              <w:t>315,461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9F7718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83191C" w:rsidRPr="00230F63" w:rsidRDefault="0083191C" w:rsidP="00B544F7">
            <w:pPr>
              <w:rPr>
                <w:sz w:val="24"/>
                <w:szCs w:val="24"/>
              </w:rPr>
            </w:pPr>
            <w:r>
              <w:t xml:space="preserve">Газопровод низкого давления  пер. Буденного, пер. Рокосовского, пер. Афанасьева  н.п. Шумарово 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32:16:0050101:684-32/013/2019-3 от 29.11.2019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429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color w:val="FF0000"/>
                <w:sz w:val="28"/>
                <w:szCs w:val="28"/>
              </w:rPr>
            </w:pPr>
            <w:r w:rsidRPr="00230F63">
              <w:rPr>
                <w:color w:val="FF0000"/>
                <w:sz w:val="28"/>
                <w:szCs w:val="28"/>
              </w:rPr>
              <w:t>506,864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9F7718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83191C" w:rsidRPr="00230F63" w:rsidRDefault="0083191C" w:rsidP="00B544F7">
            <w:pPr>
              <w:rPr>
                <w:sz w:val="24"/>
                <w:szCs w:val="24"/>
              </w:rPr>
            </w:pPr>
            <w:r>
              <w:t>Газификация н.п. Черноводка  Мглинского района Брянской области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32:16:0130301:146-32/013/2019-3 от 29.11.2019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220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color w:val="FF0000"/>
                <w:sz w:val="28"/>
                <w:szCs w:val="28"/>
              </w:rPr>
            </w:pPr>
            <w:r w:rsidRPr="00230F63">
              <w:rPr>
                <w:color w:val="FF0000"/>
                <w:sz w:val="28"/>
                <w:szCs w:val="28"/>
              </w:rPr>
              <w:t>259,93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CB31EB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11</w:t>
            </w:r>
          </w:p>
        </w:tc>
        <w:tc>
          <w:tcPr>
            <w:tcW w:w="3060" w:type="dxa"/>
          </w:tcPr>
          <w:p w:rsidR="0083191C" w:rsidRPr="00230F63" w:rsidRDefault="0083191C" w:rsidP="00CB31EB">
            <w:pPr>
              <w:rPr>
                <w:sz w:val="24"/>
                <w:szCs w:val="24"/>
              </w:rPr>
            </w:pPr>
            <w:r>
              <w:t>Газификация мкр Дружба-2, г. Мглин Мглинского района, Брянской области (газопровод низкого давления)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 xml:space="preserve">Свидетельство о государственной регистрации права от 01.03.2014г. 32-АЖ № 473124, 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687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719,702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9F7718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12</w:t>
            </w:r>
          </w:p>
        </w:tc>
        <w:tc>
          <w:tcPr>
            <w:tcW w:w="3060" w:type="dxa"/>
            <w:vAlign w:val="center"/>
          </w:tcPr>
          <w:p w:rsidR="0083191C" w:rsidRPr="00230F63" w:rsidRDefault="0083191C" w:rsidP="00B544F7">
            <w:pPr>
              <w:rPr>
                <w:sz w:val="24"/>
                <w:szCs w:val="24"/>
              </w:rPr>
            </w:pPr>
            <w:r>
              <w:t>Газификация ул. Щорса г. Мглин Мглинского района Брянской области (газопровод низкого давления)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Свидетельство о государственной регистрации права 32-АЖ № 473126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291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118,324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9F7718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13</w:t>
            </w:r>
          </w:p>
        </w:tc>
        <w:tc>
          <w:tcPr>
            <w:tcW w:w="3060" w:type="dxa"/>
            <w:vAlign w:val="center"/>
          </w:tcPr>
          <w:p w:rsidR="0083191C" w:rsidRPr="00230F63" w:rsidRDefault="0083191C" w:rsidP="00B544F7">
            <w:pPr>
              <w:rPr>
                <w:sz w:val="24"/>
                <w:szCs w:val="24"/>
              </w:rPr>
            </w:pPr>
            <w:r>
              <w:t>Газификация ул. Полевой г. Мглин Мглинского района Брянской области (газопровод низкого давления)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 xml:space="preserve">Свидетельство о государственной регистрации права 32-АЖ № 473125, 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612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248,846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CB31EB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14</w:t>
            </w:r>
          </w:p>
        </w:tc>
        <w:tc>
          <w:tcPr>
            <w:tcW w:w="3060" w:type="dxa"/>
          </w:tcPr>
          <w:p w:rsidR="0083191C" w:rsidRPr="00230F63" w:rsidRDefault="0083191C" w:rsidP="00CB31EB">
            <w:pPr>
              <w:rPr>
                <w:sz w:val="24"/>
                <w:szCs w:val="24"/>
              </w:rPr>
            </w:pPr>
            <w:r>
              <w:t>Газификация н.п. Красные Косары (газопровод низкого давления)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Свидетельство о государственной регистрации  от 01.03.2014г. 32-АЖ № 473127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1057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324,692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9F7718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15</w:t>
            </w:r>
          </w:p>
        </w:tc>
        <w:tc>
          <w:tcPr>
            <w:tcW w:w="3060" w:type="dxa"/>
            <w:vAlign w:val="center"/>
          </w:tcPr>
          <w:p w:rsidR="0083191C" w:rsidRPr="00230F63" w:rsidRDefault="0083191C" w:rsidP="00B544F7">
            <w:pPr>
              <w:rPr>
                <w:sz w:val="24"/>
                <w:szCs w:val="24"/>
              </w:rPr>
            </w:pPr>
            <w:r>
              <w:t>Газификация н.п. Шеверды  Мглинского района Брянской области (газопровод низкого давления)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Свидетельство о государственной регистрации  от 01.03.2014г.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1179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514,743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CB31EB">
        <w:trPr>
          <w:trHeight w:val="894"/>
        </w:trPr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16</w:t>
            </w:r>
          </w:p>
        </w:tc>
        <w:tc>
          <w:tcPr>
            <w:tcW w:w="3060" w:type="dxa"/>
          </w:tcPr>
          <w:p w:rsidR="0083191C" w:rsidRPr="00230F63" w:rsidRDefault="0083191C" w:rsidP="00CB31EB">
            <w:pPr>
              <w:rPr>
                <w:sz w:val="24"/>
                <w:szCs w:val="24"/>
              </w:rPr>
            </w:pPr>
            <w:r>
              <w:t>Газификация н.п. Старые Чешуйки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Свидетельство о государственной регистрации  от 28.10.2013г.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3837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1557,715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9F7718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17</w:t>
            </w:r>
          </w:p>
        </w:tc>
        <w:tc>
          <w:tcPr>
            <w:tcW w:w="3060" w:type="dxa"/>
            <w:vAlign w:val="center"/>
          </w:tcPr>
          <w:p w:rsidR="0083191C" w:rsidRPr="00230F63" w:rsidRDefault="0083191C" w:rsidP="00B544F7">
            <w:pPr>
              <w:rPr>
                <w:sz w:val="24"/>
                <w:szCs w:val="24"/>
              </w:rPr>
            </w:pPr>
            <w:r>
              <w:t>Газификация н.п. Черновица  Мглинского района Брянской области (газопровод низкого давления)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Свидетельство о государственной регистрации 32-АЖ № 473123  от 01.03.2014г.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1537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1397,04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CB31EB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18</w:t>
            </w:r>
          </w:p>
        </w:tc>
        <w:tc>
          <w:tcPr>
            <w:tcW w:w="3060" w:type="dxa"/>
          </w:tcPr>
          <w:p w:rsidR="0083191C" w:rsidRPr="00230F63" w:rsidRDefault="0083191C" w:rsidP="00CB31EB">
            <w:pPr>
              <w:rPr>
                <w:sz w:val="24"/>
                <w:szCs w:val="24"/>
              </w:rPr>
            </w:pPr>
            <w:r>
              <w:t>Газификация ул. Первомайская г. Мглин Мглинского района Брянской области (газопровод низкого давления)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Свидетельства о государственной регистрации  от 01.03.2014г. 32-АЖ 473121; 32-АЖ 473120;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503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352,1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  <w:tr w:rsidR="0083191C" w:rsidTr="00CB31EB">
        <w:tc>
          <w:tcPr>
            <w:tcW w:w="540" w:type="dxa"/>
          </w:tcPr>
          <w:p w:rsidR="0083191C" w:rsidRDefault="0083191C" w:rsidP="00230F63">
            <w:pPr>
              <w:jc w:val="center"/>
            </w:pPr>
            <w:r>
              <w:t>19</w:t>
            </w:r>
          </w:p>
        </w:tc>
        <w:tc>
          <w:tcPr>
            <w:tcW w:w="3060" w:type="dxa"/>
          </w:tcPr>
          <w:p w:rsidR="0083191C" w:rsidRPr="00230F63" w:rsidRDefault="0083191C" w:rsidP="00CB31EB">
            <w:pPr>
              <w:rPr>
                <w:sz w:val="24"/>
                <w:szCs w:val="24"/>
              </w:rPr>
            </w:pPr>
            <w:r>
              <w:t>Газификация ул. Д.Бедного г. Мглин Мглинского района Брянской области (газопровод низкого давления)</w:t>
            </w:r>
          </w:p>
        </w:tc>
        <w:tc>
          <w:tcPr>
            <w:tcW w:w="2340" w:type="dxa"/>
          </w:tcPr>
          <w:p w:rsidR="0083191C" w:rsidRPr="00230F63" w:rsidRDefault="0083191C">
            <w:pPr>
              <w:rPr>
                <w:sz w:val="24"/>
                <w:szCs w:val="24"/>
              </w:rPr>
            </w:pPr>
            <w:r>
              <w:t>Свидетельство о государственной регистрации  от 01.03.2014г. 32-АЖ № 473127</w:t>
            </w:r>
          </w:p>
        </w:tc>
        <w:tc>
          <w:tcPr>
            <w:tcW w:w="126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86</w:t>
            </w:r>
          </w:p>
        </w:tc>
        <w:tc>
          <w:tcPr>
            <w:tcW w:w="1440" w:type="dxa"/>
            <w:vAlign w:val="center"/>
          </w:tcPr>
          <w:p w:rsidR="0083191C" w:rsidRPr="00230F63" w:rsidRDefault="0083191C" w:rsidP="00230F63">
            <w:pPr>
              <w:jc w:val="center"/>
              <w:rPr>
                <w:sz w:val="28"/>
                <w:szCs w:val="28"/>
              </w:rPr>
            </w:pPr>
            <w:r w:rsidRPr="00230F63">
              <w:rPr>
                <w:sz w:val="28"/>
                <w:szCs w:val="28"/>
              </w:rPr>
              <w:t>60,2</w:t>
            </w:r>
          </w:p>
        </w:tc>
        <w:tc>
          <w:tcPr>
            <w:tcW w:w="1408" w:type="dxa"/>
          </w:tcPr>
          <w:p w:rsidR="0083191C" w:rsidRDefault="0083191C" w:rsidP="00230F63">
            <w:pPr>
              <w:jc w:val="center"/>
            </w:pPr>
          </w:p>
        </w:tc>
      </w:tr>
    </w:tbl>
    <w:p w:rsidR="0083191C" w:rsidRDefault="0083191C" w:rsidP="007E5FE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           </w:t>
      </w: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</w:p>
    <w:p w:rsidR="0083191C" w:rsidRDefault="0083191C" w:rsidP="007E5FE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           </w:t>
      </w:r>
    </w:p>
    <w:sectPr w:rsidR="0083191C" w:rsidSect="00500B1D">
      <w:pgSz w:w="11907" w:h="16840" w:code="9"/>
      <w:pgMar w:top="540" w:right="927" w:bottom="951" w:left="1700" w:header="720" w:footer="720" w:gutter="0"/>
      <w:cols w:space="720" w:equalWidth="0">
        <w:col w:w="9280"/>
      </w:cols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84C"/>
    <w:multiLevelType w:val="singleLevel"/>
    <w:tmpl w:val="DC8A317E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FEF"/>
    <w:rsid w:val="00006FD9"/>
    <w:rsid w:val="0001374B"/>
    <w:rsid w:val="000174B2"/>
    <w:rsid w:val="00040C5D"/>
    <w:rsid w:val="0005541B"/>
    <w:rsid w:val="00066A06"/>
    <w:rsid w:val="00091072"/>
    <w:rsid w:val="000912A4"/>
    <w:rsid w:val="00095CD2"/>
    <w:rsid w:val="000A1699"/>
    <w:rsid w:val="000A1DB5"/>
    <w:rsid w:val="000B15EE"/>
    <w:rsid w:val="00122F80"/>
    <w:rsid w:val="00145556"/>
    <w:rsid w:val="00154504"/>
    <w:rsid w:val="00160F9D"/>
    <w:rsid w:val="0017309F"/>
    <w:rsid w:val="001776FE"/>
    <w:rsid w:val="001952AC"/>
    <w:rsid w:val="001A5ED5"/>
    <w:rsid w:val="001A7835"/>
    <w:rsid w:val="001A7B07"/>
    <w:rsid w:val="001B2407"/>
    <w:rsid w:val="001B4B81"/>
    <w:rsid w:val="001D6B6B"/>
    <w:rsid w:val="001F3141"/>
    <w:rsid w:val="00205A6C"/>
    <w:rsid w:val="00230F63"/>
    <w:rsid w:val="00233C96"/>
    <w:rsid w:val="00233EB3"/>
    <w:rsid w:val="00242377"/>
    <w:rsid w:val="002506E1"/>
    <w:rsid w:val="0026226A"/>
    <w:rsid w:val="002641A2"/>
    <w:rsid w:val="002730C7"/>
    <w:rsid w:val="0027448A"/>
    <w:rsid w:val="002925C4"/>
    <w:rsid w:val="002A32BB"/>
    <w:rsid w:val="002B6D3D"/>
    <w:rsid w:val="002C7704"/>
    <w:rsid w:val="002F333B"/>
    <w:rsid w:val="00300B64"/>
    <w:rsid w:val="00312A5B"/>
    <w:rsid w:val="00322D2D"/>
    <w:rsid w:val="00325346"/>
    <w:rsid w:val="003323E5"/>
    <w:rsid w:val="003404EE"/>
    <w:rsid w:val="0034066F"/>
    <w:rsid w:val="00341DA5"/>
    <w:rsid w:val="00360E17"/>
    <w:rsid w:val="003766A0"/>
    <w:rsid w:val="0038013E"/>
    <w:rsid w:val="003873B9"/>
    <w:rsid w:val="003953A5"/>
    <w:rsid w:val="003966E5"/>
    <w:rsid w:val="003A1BFC"/>
    <w:rsid w:val="003B0533"/>
    <w:rsid w:val="003B0BED"/>
    <w:rsid w:val="003C27F6"/>
    <w:rsid w:val="003E01EC"/>
    <w:rsid w:val="003E5724"/>
    <w:rsid w:val="003F0CA7"/>
    <w:rsid w:val="003F1C4F"/>
    <w:rsid w:val="0040288D"/>
    <w:rsid w:val="00426C08"/>
    <w:rsid w:val="00441751"/>
    <w:rsid w:val="004645B5"/>
    <w:rsid w:val="004F575D"/>
    <w:rsid w:val="004F6396"/>
    <w:rsid w:val="00500B1D"/>
    <w:rsid w:val="005022FA"/>
    <w:rsid w:val="00507263"/>
    <w:rsid w:val="00507C98"/>
    <w:rsid w:val="00515B19"/>
    <w:rsid w:val="00523681"/>
    <w:rsid w:val="0053577F"/>
    <w:rsid w:val="00542374"/>
    <w:rsid w:val="00560672"/>
    <w:rsid w:val="00561663"/>
    <w:rsid w:val="005A139A"/>
    <w:rsid w:val="005A41AF"/>
    <w:rsid w:val="005B034A"/>
    <w:rsid w:val="005D2C88"/>
    <w:rsid w:val="00612F15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6E57FD"/>
    <w:rsid w:val="00714C55"/>
    <w:rsid w:val="00732930"/>
    <w:rsid w:val="0074796D"/>
    <w:rsid w:val="00747C13"/>
    <w:rsid w:val="00751442"/>
    <w:rsid w:val="007761B6"/>
    <w:rsid w:val="00777E93"/>
    <w:rsid w:val="007A3090"/>
    <w:rsid w:val="007A473A"/>
    <w:rsid w:val="007B4623"/>
    <w:rsid w:val="007C4B7F"/>
    <w:rsid w:val="007D1BE8"/>
    <w:rsid w:val="007E5FEF"/>
    <w:rsid w:val="007E71F8"/>
    <w:rsid w:val="007F5937"/>
    <w:rsid w:val="00800E7E"/>
    <w:rsid w:val="00811927"/>
    <w:rsid w:val="0083191C"/>
    <w:rsid w:val="0087480E"/>
    <w:rsid w:val="008748BB"/>
    <w:rsid w:val="008A1C74"/>
    <w:rsid w:val="008B0CE2"/>
    <w:rsid w:val="008C1860"/>
    <w:rsid w:val="008C6C4C"/>
    <w:rsid w:val="008D4F7A"/>
    <w:rsid w:val="008D603D"/>
    <w:rsid w:val="008E5D65"/>
    <w:rsid w:val="008F2C8F"/>
    <w:rsid w:val="008F3A08"/>
    <w:rsid w:val="008F55EB"/>
    <w:rsid w:val="009006C1"/>
    <w:rsid w:val="00941BB6"/>
    <w:rsid w:val="00946938"/>
    <w:rsid w:val="009615FF"/>
    <w:rsid w:val="00963BDB"/>
    <w:rsid w:val="0098306F"/>
    <w:rsid w:val="00985612"/>
    <w:rsid w:val="009927CF"/>
    <w:rsid w:val="009929CC"/>
    <w:rsid w:val="009A15BA"/>
    <w:rsid w:val="009A5285"/>
    <w:rsid w:val="009B0DCB"/>
    <w:rsid w:val="009B5843"/>
    <w:rsid w:val="009D07A2"/>
    <w:rsid w:val="009F076D"/>
    <w:rsid w:val="009F7718"/>
    <w:rsid w:val="00A20338"/>
    <w:rsid w:val="00A22333"/>
    <w:rsid w:val="00A23EC1"/>
    <w:rsid w:val="00A80A31"/>
    <w:rsid w:val="00A921E7"/>
    <w:rsid w:val="00AB5AF0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37DBD"/>
    <w:rsid w:val="00B52789"/>
    <w:rsid w:val="00B544F7"/>
    <w:rsid w:val="00B61312"/>
    <w:rsid w:val="00B65319"/>
    <w:rsid w:val="00B7659B"/>
    <w:rsid w:val="00B933B1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6192D"/>
    <w:rsid w:val="00C735C0"/>
    <w:rsid w:val="00C80D99"/>
    <w:rsid w:val="00C845F2"/>
    <w:rsid w:val="00C85516"/>
    <w:rsid w:val="00C87C21"/>
    <w:rsid w:val="00CB31EB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83FAE"/>
    <w:rsid w:val="00D9782D"/>
    <w:rsid w:val="00DA70C1"/>
    <w:rsid w:val="00DB7CD9"/>
    <w:rsid w:val="00DE2992"/>
    <w:rsid w:val="00DF6153"/>
    <w:rsid w:val="00E0211A"/>
    <w:rsid w:val="00E03C8C"/>
    <w:rsid w:val="00E07FDB"/>
    <w:rsid w:val="00E17013"/>
    <w:rsid w:val="00E248A3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362"/>
    <w:rsid w:val="00F15D28"/>
    <w:rsid w:val="00F16697"/>
    <w:rsid w:val="00F31877"/>
    <w:rsid w:val="00F34181"/>
    <w:rsid w:val="00F3457C"/>
    <w:rsid w:val="00F36749"/>
    <w:rsid w:val="00F8746A"/>
    <w:rsid w:val="00FA3FED"/>
    <w:rsid w:val="00FA71E1"/>
    <w:rsid w:val="00FB76C7"/>
    <w:rsid w:val="00FD3A12"/>
    <w:rsid w:val="00FD3CA3"/>
    <w:rsid w:val="00FD4BE5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FEF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7E5FEF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7E5FEF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7E5FEF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E5FEF"/>
    <w:rPr>
      <w:rFonts w:ascii="Times New Roman" w:hAnsi="Times New Roman" w:cs="Times New Roman"/>
      <w:b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7E5FEF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E5FEF"/>
    <w:rPr>
      <w:rFonts w:ascii="Courier New" w:hAnsi="Courier New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7E5FE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g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3</Pages>
  <Words>779</Words>
  <Characters>4443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2020-10-22T11:20:00Z</cp:lastPrinted>
  <dcterms:created xsi:type="dcterms:W3CDTF">2020-10-19T06:52:00Z</dcterms:created>
  <dcterms:modified xsi:type="dcterms:W3CDTF">2020-10-22T11:21:00Z</dcterms:modified>
</cp:coreProperties>
</file>